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C7B195" w14:textId="77777777" w:rsidR="005A3381" w:rsidRPr="005E3009" w:rsidRDefault="005A3381" w:rsidP="00AF0FEA">
      <w:pPr>
        <w:jc w:val="center"/>
        <w:rPr>
          <w:rFonts w:asciiTheme="majorHAnsi" w:hAnsiTheme="majorHAnsi"/>
          <w:sz w:val="32"/>
          <w:szCs w:val="32"/>
        </w:rPr>
      </w:pPr>
      <w:r w:rsidRPr="005E3009">
        <w:rPr>
          <w:rFonts w:asciiTheme="majorHAnsi" w:hAnsiTheme="majorHAnsi"/>
          <w:sz w:val="32"/>
          <w:szCs w:val="32"/>
        </w:rPr>
        <w:t xml:space="preserve">Lesson: </w:t>
      </w:r>
      <w:r w:rsidR="00AF0FEA">
        <w:rPr>
          <w:rFonts w:asciiTheme="majorHAnsi" w:hAnsiTheme="majorHAnsi"/>
          <w:sz w:val="32"/>
          <w:szCs w:val="32"/>
        </w:rPr>
        <w:t>Ginger Goodwin</w:t>
      </w:r>
    </w:p>
    <w:p w14:paraId="1DF459C7" w14:textId="77777777" w:rsidR="0086484F" w:rsidRPr="0067662E" w:rsidRDefault="002172A2" w:rsidP="005E3009">
      <w:pPr>
        <w:spacing w:after="0" w:line="240" w:lineRule="auto"/>
        <w:rPr>
          <w:rFonts w:asciiTheme="majorHAnsi" w:hAnsiTheme="majorHAnsi"/>
          <w:b/>
          <w:sz w:val="27"/>
          <w:szCs w:val="27"/>
        </w:rPr>
      </w:pPr>
      <w:r>
        <w:rPr>
          <w:rFonts w:asciiTheme="majorHAnsi" w:hAnsiTheme="majorHAnsi"/>
          <w:b/>
          <w:sz w:val="27"/>
          <w:szCs w:val="27"/>
        </w:rPr>
        <w:t>Lesson Activity 2 Determining Your Position</w:t>
      </w:r>
    </w:p>
    <w:p w14:paraId="4224E70F" w14:textId="77777777" w:rsidR="00327FF7" w:rsidRDefault="00327FF7" w:rsidP="005E3009">
      <w:pPr>
        <w:spacing w:after="0" w:line="240" w:lineRule="auto"/>
        <w:rPr>
          <w:rFonts w:asciiTheme="majorHAnsi" w:hAnsiTheme="majorHAnsi"/>
          <w:sz w:val="27"/>
          <w:szCs w:val="27"/>
        </w:rPr>
      </w:pPr>
    </w:p>
    <w:p w14:paraId="1CC0F408" w14:textId="77777777" w:rsidR="00327FF7" w:rsidRPr="005E3009" w:rsidRDefault="00327FF7" w:rsidP="00327FF7">
      <w:pPr>
        <w:spacing w:after="0" w:line="240" w:lineRule="auto"/>
        <w:jc w:val="center"/>
        <w:rPr>
          <w:rFonts w:asciiTheme="majorHAnsi" w:hAnsiTheme="majorHAnsi"/>
          <w:sz w:val="27"/>
          <w:szCs w:val="27"/>
        </w:rPr>
      </w:pPr>
      <w:r>
        <w:rPr>
          <w:rFonts w:asciiTheme="majorHAnsi" w:hAnsiTheme="majorHAnsi"/>
          <w:sz w:val="27"/>
          <w:szCs w:val="27"/>
        </w:rPr>
        <w:t>“What were the circumstances surrounding Ginger Goodwin’s death?”</w:t>
      </w:r>
    </w:p>
    <w:p w14:paraId="315E989F" w14:textId="77777777" w:rsidR="005E3009" w:rsidRPr="004B6BE5" w:rsidRDefault="005E3009" w:rsidP="005E3009">
      <w:pPr>
        <w:pStyle w:val="Normal1"/>
        <w:spacing w:after="0" w:line="240" w:lineRule="auto"/>
        <w:rPr>
          <w:rFonts w:asciiTheme="minorHAnsi" w:eastAsia="Times New Roman" w:hAnsiTheme="minorHAnsi" w:cs="Times New Roman"/>
          <w:sz w:val="24"/>
          <w:szCs w:val="24"/>
          <w:u w:val="single"/>
        </w:rPr>
      </w:pPr>
      <w:r w:rsidRPr="004B6BE5">
        <w:rPr>
          <w:rFonts w:asciiTheme="minorHAnsi" w:eastAsia="Times New Roman" w:hAnsiTheme="minorHAnsi" w:cs="Times New Roman"/>
          <w:sz w:val="24"/>
          <w:szCs w:val="24"/>
          <w:u w:val="single"/>
        </w:rPr>
        <w:t xml:space="preserve"> </w:t>
      </w:r>
    </w:p>
    <w:p w14:paraId="1511CAB4" w14:textId="77777777" w:rsidR="005E3009" w:rsidRDefault="00327FF7" w:rsidP="0086484F">
      <w:pPr>
        <w:pStyle w:val="Normal1"/>
        <w:spacing w:after="0" w:line="240" w:lineRule="auto"/>
        <w:rPr>
          <w:rFonts w:asciiTheme="minorHAnsi" w:eastAsia="Times New Roman" w:hAnsiTheme="minorHAnsi" w:cs="Times New Roman"/>
          <w:sz w:val="24"/>
          <w:szCs w:val="24"/>
        </w:rPr>
      </w:pPr>
      <w:r w:rsidRPr="00B117B3">
        <w:rPr>
          <w:rFonts w:asciiTheme="minorHAnsi" w:eastAsia="Times New Roman" w:hAnsiTheme="minorHAnsi" w:cs="Times New Roman"/>
          <w:b/>
          <w:sz w:val="24"/>
          <w:szCs w:val="24"/>
        </w:rPr>
        <w:t>Step one</w:t>
      </w:r>
      <w:r>
        <w:rPr>
          <w:rFonts w:asciiTheme="minorHAnsi" w:eastAsia="Times New Roman" w:hAnsiTheme="minorHAnsi" w:cs="Times New Roman"/>
          <w:sz w:val="24"/>
          <w:szCs w:val="24"/>
        </w:rPr>
        <w:t>- Establish the context of the event. In regards to the labour issues of the day what were Goodwin’s motives and goals?</w:t>
      </w:r>
    </w:p>
    <w:p w14:paraId="669A250B" w14:textId="77777777" w:rsidR="00327FF7" w:rsidRPr="00B117B3" w:rsidRDefault="00B117B3" w:rsidP="00B117B3">
      <w:pPr>
        <w:pStyle w:val="Lines"/>
      </w:pPr>
      <w:r>
        <w:tab/>
      </w:r>
    </w:p>
    <w:p w14:paraId="428C060A" w14:textId="77777777" w:rsidR="00B117B3" w:rsidRPr="00B117B3" w:rsidRDefault="00B117B3" w:rsidP="00B117B3">
      <w:pPr>
        <w:pStyle w:val="Lines"/>
      </w:pPr>
      <w:r w:rsidRPr="00B117B3">
        <w:tab/>
      </w:r>
    </w:p>
    <w:p w14:paraId="10D08ED1" w14:textId="77777777" w:rsidR="00B117B3" w:rsidRPr="00B117B3" w:rsidRDefault="00B117B3" w:rsidP="00B117B3">
      <w:pPr>
        <w:pStyle w:val="Lines"/>
      </w:pPr>
      <w:r w:rsidRPr="00B117B3">
        <w:tab/>
      </w:r>
    </w:p>
    <w:p w14:paraId="2C03B1F5" w14:textId="77777777" w:rsidR="00B117B3" w:rsidRPr="00B117B3" w:rsidRDefault="00B117B3" w:rsidP="00B117B3">
      <w:pPr>
        <w:pStyle w:val="Lines"/>
      </w:pPr>
      <w:r w:rsidRPr="00B117B3">
        <w:tab/>
      </w:r>
    </w:p>
    <w:p w14:paraId="24CEC92A" w14:textId="77777777" w:rsidR="00B117B3" w:rsidRPr="00B117B3" w:rsidRDefault="00B117B3" w:rsidP="00B117B3">
      <w:pPr>
        <w:pStyle w:val="Lines"/>
      </w:pPr>
      <w:r w:rsidRPr="00B117B3">
        <w:tab/>
      </w:r>
    </w:p>
    <w:p w14:paraId="2C081CD6" w14:textId="77777777" w:rsidR="00B117B3" w:rsidRPr="00B117B3" w:rsidRDefault="00B117B3" w:rsidP="00B117B3">
      <w:pPr>
        <w:pStyle w:val="Lines"/>
      </w:pPr>
      <w:r w:rsidRPr="00B117B3">
        <w:tab/>
      </w:r>
    </w:p>
    <w:p w14:paraId="4E4709A5" w14:textId="77777777" w:rsidR="00B117B3" w:rsidRPr="00B117B3" w:rsidRDefault="00B117B3" w:rsidP="00B117B3">
      <w:pPr>
        <w:pStyle w:val="Lines"/>
      </w:pPr>
      <w:r w:rsidRPr="00B117B3">
        <w:tab/>
      </w:r>
    </w:p>
    <w:p w14:paraId="1649D8DC" w14:textId="77777777" w:rsidR="00B117B3" w:rsidRPr="00B117B3" w:rsidRDefault="00B117B3" w:rsidP="00B117B3">
      <w:pPr>
        <w:pStyle w:val="Lines"/>
      </w:pPr>
      <w:r w:rsidRPr="00B117B3">
        <w:tab/>
      </w:r>
    </w:p>
    <w:p w14:paraId="2A112233" w14:textId="77777777" w:rsidR="00B117B3" w:rsidRPr="00B117B3" w:rsidRDefault="00B117B3" w:rsidP="00B117B3">
      <w:pPr>
        <w:pStyle w:val="Lines"/>
      </w:pPr>
      <w:r w:rsidRPr="00B117B3">
        <w:tab/>
      </w:r>
    </w:p>
    <w:p w14:paraId="6E59D3CB" w14:textId="77777777" w:rsidR="00B117B3" w:rsidRPr="00B117B3" w:rsidRDefault="00B117B3" w:rsidP="00B117B3">
      <w:pPr>
        <w:pStyle w:val="Lines"/>
      </w:pPr>
      <w:r w:rsidRPr="00B117B3">
        <w:tab/>
      </w:r>
    </w:p>
    <w:p w14:paraId="071F07B7" w14:textId="77777777" w:rsidR="00B117B3" w:rsidRPr="00B117B3" w:rsidRDefault="00B117B3" w:rsidP="00B117B3">
      <w:pPr>
        <w:pStyle w:val="Lines"/>
      </w:pPr>
      <w:r w:rsidRPr="00B117B3">
        <w:tab/>
      </w:r>
    </w:p>
    <w:p w14:paraId="4C77996C" w14:textId="77777777" w:rsidR="00B117B3" w:rsidRPr="00B117B3" w:rsidRDefault="00B117B3" w:rsidP="00B117B3">
      <w:pPr>
        <w:pStyle w:val="Lines"/>
      </w:pPr>
      <w:r w:rsidRPr="00B117B3">
        <w:tab/>
      </w:r>
    </w:p>
    <w:p w14:paraId="2345A8F1" w14:textId="77777777" w:rsidR="00327FF7" w:rsidRDefault="00327FF7" w:rsidP="0086484F">
      <w:pPr>
        <w:pStyle w:val="Normal1"/>
        <w:spacing w:after="0" w:line="240" w:lineRule="auto"/>
        <w:rPr>
          <w:rFonts w:asciiTheme="minorHAnsi" w:eastAsia="Times New Roman" w:hAnsiTheme="minorHAnsi" w:cs="Times New Roman"/>
          <w:sz w:val="24"/>
          <w:szCs w:val="24"/>
        </w:rPr>
      </w:pPr>
    </w:p>
    <w:p w14:paraId="426EDDD2" w14:textId="77777777" w:rsidR="00B117B3" w:rsidRDefault="00327FF7" w:rsidP="00B117B3">
      <w:pPr>
        <w:pStyle w:val="Lines"/>
      </w:pPr>
      <w:r w:rsidRPr="00B117B3">
        <w:rPr>
          <w:b/>
        </w:rPr>
        <w:t>Step two</w:t>
      </w:r>
      <w:r>
        <w:t>- What were the legal issues in the case? What law(s) was Goodwin accused of breaking? Do you think he broke this law? If you believe he did break this law, was he justified? Explain</w:t>
      </w:r>
      <w:r w:rsidR="00B117B3">
        <w:t xml:space="preserve"> </w:t>
      </w:r>
    </w:p>
    <w:p w14:paraId="3240AAF0" w14:textId="77777777" w:rsidR="00327FF7" w:rsidRDefault="00B117B3" w:rsidP="00B117B3">
      <w:pPr>
        <w:pStyle w:val="Lines"/>
      </w:pPr>
      <w:r>
        <w:tab/>
      </w:r>
    </w:p>
    <w:p w14:paraId="75EA975F" w14:textId="77777777" w:rsidR="00B117B3" w:rsidRDefault="00B117B3" w:rsidP="00B117B3">
      <w:pPr>
        <w:pStyle w:val="Lines"/>
      </w:pPr>
      <w:r>
        <w:tab/>
      </w:r>
    </w:p>
    <w:p w14:paraId="43BDFDB7" w14:textId="77777777" w:rsidR="00B117B3" w:rsidRDefault="00B117B3" w:rsidP="00B117B3">
      <w:pPr>
        <w:pStyle w:val="Lines"/>
      </w:pPr>
      <w:r>
        <w:tab/>
      </w:r>
    </w:p>
    <w:p w14:paraId="6ABB2607" w14:textId="77777777" w:rsidR="00B117B3" w:rsidRDefault="00B117B3" w:rsidP="00B117B3">
      <w:pPr>
        <w:pStyle w:val="Lines"/>
      </w:pPr>
      <w:r>
        <w:tab/>
      </w:r>
    </w:p>
    <w:p w14:paraId="28AEBE80" w14:textId="77777777" w:rsidR="00B117B3" w:rsidRDefault="00B117B3" w:rsidP="00B117B3">
      <w:pPr>
        <w:pStyle w:val="Lines"/>
      </w:pPr>
      <w:r>
        <w:tab/>
      </w:r>
    </w:p>
    <w:p w14:paraId="52CEF3D0" w14:textId="77777777" w:rsidR="00B117B3" w:rsidRDefault="00B117B3" w:rsidP="00B117B3">
      <w:pPr>
        <w:pStyle w:val="Lines"/>
      </w:pPr>
      <w:r>
        <w:tab/>
      </w:r>
    </w:p>
    <w:p w14:paraId="686C5F0E" w14:textId="77777777" w:rsidR="00B117B3" w:rsidRDefault="00B117B3" w:rsidP="00B117B3">
      <w:pPr>
        <w:pStyle w:val="Lines"/>
      </w:pPr>
      <w:r>
        <w:tab/>
      </w:r>
    </w:p>
    <w:p w14:paraId="20879CE4" w14:textId="77777777" w:rsidR="00B117B3" w:rsidRDefault="00B117B3" w:rsidP="00B117B3">
      <w:pPr>
        <w:pStyle w:val="Lines"/>
      </w:pPr>
      <w:r>
        <w:tab/>
      </w:r>
    </w:p>
    <w:p w14:paraId="0D9A9386" w14:textId="77777777" w:rsidR="00B117B3" w:rsidRDefault="00B117B3" w:rsidP="00B117B3">
      <w:pPr>
        <w:pStyle w:val="Lines"/>
      </w:pPr>
      <w:r>
        <w:tab/>
      </w:r>
    </w:p>
    <w:p w14:paraId="7E1A3419" w14:textId="77777777" w:rsidR="00B117B3" w:rsidRDefault="00B117B3" w:rsidP="00B117B3">
      <w:pPr>
        <w:pStyle w:val="Lines"/>
      </w:pPr>
      <w:r>
        <w:tab/>
      </w:r>
    </w:p>
    <w:p w14:paraId="4E4D9AAB" w14:textId="77777777" w:rsidR="00B117B3" w:rsidRDefault="00B117B3" w:rsidP="00B117B3">
      <w:pPr>
        <w:pStyle w:val="Lines"/>
      </w:pPr>
      <w:r>
        <w:tab/>
      </w:r>
    </w:p>
    <w:p w14:paraId="12336811" w14:textId="77777777" w:rsidR="00B117B3" w:rsidRDefault="00B117B3" w:rsidP="00B117B3">
      <w:pPr>
        <w:pStyle w:val="Lines"/>
      </w:pPr>
      <w:r>
        <w:tab/>
      </w:r>
    </w:p>
    <w:p w14:paraId="592C14C3" w14:textId="77777777" w:rsidR="00D0122B" w:rsidRDefault="00327FF7" w:rsidP="0086484F">
      <w:pPr>
        <w:pStyle w:val="Normal1"/>
        <w:spacing w:after="0" w:line="240" w:lineRule="auto"/>
        <w:rPr>
          <w:rFonts w:asciiTheme="majorHAnsi" w:eastAsia="Times New Roman" w:hAnsiTheme="majorHAnsi" w:cs="Times New Roman"/>
          <w:sz w:val="24"/>
          <w:szCs w:val="24"/>
        </w:rPr>
      </w:pPr>
      <w:r w:rsidRPr="00B117B3">
        <w:rPr>
          <w:rFonts w:asciiTheme="majorHAnsi" w:eastAsia="Times New Roman" w:hAnsiTheme="majorHAnsi" w:cs="Times New Roman"/>
          <w:b/>
          <w:sz w:val="24"/>
          <w:szCs w:val="24"/>
        </w:rPr>
        <w:lastRenderedPageBreak/>
        <w:t>Step three</w:t>
      </w:r>
      <w:proofErr w:type="gramStart"/>
      <w:r w:rsidRPr="00B117B3">
        <w:rPr>
          <w:rFonts w:asciiTheme="majorHAnsi" w:eastAsia="Times New Roman" w:hAnsiTheme="majorHAnsi" w:cs="Times New Roman"/>
          <w:b/>
          <w:sz w:val="24"/>
          <w:szCs w:val="24"/>
        </w:rPr>
        <w:t>-</w:t>
      </w:r>
      <w:r>
        <w:rPr>
          <w:rFonts w:asciiTheme="majorHAnsi" w:eastAsia="Times New Roman" w:hAnsiTheme="majorHAnsi" w:cs="Times New Roman"/>
          <w:sz w:val="24"/>
          <w:szCs w:val="24"/>
        </w:rPr>
        <w:t xml:space="preserve"> </w:t>
      </w:r>
      <w:r w:rsidR="00D0122B">
        <w:rPr>
          <w:rFonts w:asciiTheme="majorHAnsi" w:eastAsia="Times New Roman" w:hAnsiTheme="majorHAnsi" w:cs="Times New Roman"/>
          <w:sz w:val="24"/>
          <w:szCs w:val="24"/>
        </w:rPr>
        <w:t xml:space="preserve"> How</w:t>
      </w:r>
      <w:proofErr w:type="gramEnd"/>
      <w:r w:rsidR="00D0122B">
        <w:rPr>
          <w:rFonts w:asciiTheme="majorHAnsi" w:eastAsia="Times New Roman" w:hAnsiTheme="majorHAnsi" w:cs="Times New Roman"/>
          <w:sz w:val="24"/>
          <w:szCs w:val="24"/>
        </w:rPr>
        <w:t xml:space="preserve"> was Ginger Goodwin killed? What is known and what is unknown about his </w:t>
      </w:r>
      <w:proofErr w:type="gramStart"/>
      <w:r w:rsidR="00D0122B">
        <w:rPr>
          <w:rFonts w:asciiTheme="majorHAnsi" w:eastAsia="Times New Roman" w:hAnsiTheme="majorHAnsi" w:cs="Times New Roman"/>
          <w:sz w:val="24"/>
          <w:szCs w:val="24"/>
        </w:rPr>
        <w:t>death ?</w:t>
      </w:r>
      <w:proofErr w:type="gramEnd"/>
    </w:p>
    <w:p w14:paraId="0B256CB6" w14:textId="77777777" w:rsidR="00D0122B" w:rsidRDefault="00B117B3" w:rsidP="00B117B3">
      <w:pPr>
        <w:pStyle w:val="Lines"/>
      </w:pPr>
      <w:r>
        <w:tab/>
      </w:r>
    </w:p>
    <w:p w14:paraId="35C83CDD" w14:textId="77777777" w:rsidR="00B117B3" w:rsidRDefault="00B117B3" w:rsidP="00B117B3">
      <w:pPr>
        <w:pStyle w:val="Lines"/>
      </w:pPr>
      <w:r>
        <w:tab/>
      </w:r>
      <w:r>
        <w:tab/>
      </w:r>
    </w:p>
    <w:p w14:paraId="5DD3AD58" w14:textId="77777777" w:rsidR="00B117B3" w:rsidRDefault="00B117B3" w:rsidP="00B117B3">
      <w:pPr>
        <w:pStyle w:val="Lines"/>
      </w:pPr>
      <w:r>
        <w:tab/>
      </w:r>
    </w:p>
    <w:p w14:paraId="1CADF89D" w14:textId="77777777" w:rsidR="00B117B3" w:rsidRDefault="00B117B3" w:rsidP="00B117B3">
      <w:pPr>
        <w:pStyle w:val="Lines"/>
      </w:pPr>
      <w:r>
        <w:tab/>
      </w:r>
    </w:p>
    <w:p w14:paraId="59276B3C" w14:textId="77777777" w:rsidR="00B117B3" w:rsidRDefault="00B117B3" w:rsidP="00B117B3">
      <w:pPr>
        <w:pStyle w:val="Lines"/>
      </w:pPr>
      <w:r>
        <w:tab/>
      </w:r>
    </w:p>
    <w:p w14:paraId="5849D295" w14:textId="77777777" w:rsidR="00B117B3" w:rsidRDefault="00B117B3" w:rsidP="00B117B3">
      <w:pPr>
        <w:pStyle w:val="Lines"/>
      </w:pPr>
      <w:r>
        <w:tab/>
      </w:r>
    </w:p>
    <w:p w14:paraId="23208CA6" w14:textId="77777777" w:rsidR="00B117B3" w:rsidRDefault="00B117B3" w:rsidP="00B117B3">
      <w:pPr>
        <w:pStyle w:val="Lines"/>
      </w:pPr>
      <w:r>
        <w:tab/>
      </w:r>
    </w:p>
    <w:p w14:paraId="32C09313" w14:textId="77777777" w:rsidR="00B117B3" w:rsidRDefault="00B117B3" w:rsidP="00B117B3">
      <w:pPr>
        <w:pStyle w:val="Lines"/>
      </w:pPr>
      <w:r>
        <w:tab/>
      </w:r>
    </w:p>
    <w:p w14:paraId="20D7006B" w14:textId="77777777" w:rsidR="00B117B3" w:rsidRDefault="00B117B3" w:rsidP="00B117B3">
      <w:pPr>
        <w:pStyle w:val="Lines"/>
      </w:pPr>
      <w:r>
        <w:tab/>
      </w:r>
    </w:p>
    <w:p w14:paraId="7337CB68" w14:textId="77777777" w:rsidR="00B117B3" w:rsidRDefault="00B117B3" w:rsidP="00B117B3">
      <w:pPr>
        <w:pStyle w:val="Lines"/>
      </w:pPr>
      <w:r>
        <w:tab/>
      </w:r>
    </w:p>
    <w:p w14:paraId="3E833A03" w14:textId="77777777" w:rsidR="00B117B3" w:rsidRDefault="00B117B3" w:rsidP="00B117B3">
      <w:pPr>
        <w:pStyle w:val="Lines"/>
      </w:pPr>
      <w:r>
        <w:tab/>
      </w:r>
    </w:p>
    <w:p w14:paraId="4B5547DA" w14:textId="77777777" w:rsidR="00B117B3" w:rsidRDefault="00B117B3" w:rsidP="00B117B3">
      <w:pPr>
        <w:pStyle w:val="Lines"/>
      </w:pPr>
      <w:r>
        <w:tab/>
      </w:r>
    </w:p>
    <w:p w14:paraId="21B249F8" w14:textId="77777777" w:rsidR="00327FF7" w:rsidRDefault="00D0122B" w:rsidP="0086484F">
      <w:pPr>
        <w:pStyle w:val="Normal1"/>
        <w:spacing w:after="0" w:line="240" w:lineRule="auto"/>
        <w:rPr>
          <w:rFonts w:asciiTheme="majorHAnsi" w:eastAsia="Times New Roman" w:hAnsiTheme="majorHAnsi" w:cs="Times New Roman"/>
          <w:sz w:val="24"/>
          <w:szCs w:val="24"/>
        </w:rPr>
      </w:pPr>
      <w:r>
        <w:rPr>
          <w:rFonts w:asciiTheme="majorHAnsi" w:eastAsia="Times New Roman" w:hAnsiTheme="majorHAnsi" w:cs="Times New Roman"/>
          <w:sz w:val="24"/>
          <w:szCs w:val="24"/>
        </w:rPr>
        <w:t xml:space="preserve"> </w:t>
      </w:r>
    </w:p>
    <w:p w14:paraId="4FCC656B" w14:textId="77777777" w:rsidR="00327FF7" w:rsidRDefault="00D0122B" w:rsidP="0086484F">
      <w:pPr>
        <w:pStyle w:val="Normal1"/>
        <w:spacing w:after="0" w:line="240" w:lineRule="auto"/>
        <w:rPr>
          <w:rFonts w:asciiTheme="majorHAnsi" w:eastAsia="Times New Roman" w:hAnsiTheme="majorHAnsi" w:cs="Times New Roman"/>
          <w:sz w:val="24"/>
          <w:szCs w:val="24"/>
        </w:rPr>
      </w:pPr>
      <w:r w:rsidRPr="00B117B3">
        <w:rPr>
          <w:rFonts w:asciiTheme="majorHAnsi" w:eastAsia="Times New Roman" w:hAnsiTheme="majorHAnsi" w:cs="Times New Roman"/>
          <w:b/>
          <w:sz w:val="24"/>
          <w:szCs w:val="24"/>
        </w:rPr>
        <w:t>Step four-</w:t>
      </w:r>
      <w:r>
        <w:rPr>
          <w:rFonts w:asciiTheme="majorHAnsi" w:eastAsia="Times New Roman" w:hAnsiTheme="majorHAnsi" w:cs="Times New Roman"/>
          <w:sz w:val="24"/>
          <w:szCs w:val="24"/>
        </w:rPr>
        <w:t xml:space="preserve"> </w:t>
      </w:r>
      <w:r w:rsidR="00327FF7">
        <w:rPr>
          <w:rFonts w:asciiTheme="majorHAnsi" w:eastAsia="Times New Roman" w:hAnsiTheme="majorHAnsi" w:cs="Times New Roman"/>
          <w:sz w:val="24"/>
          <w:szCs w:val="24"/>
        </w:rPr>
        <w:t>What is your position on the death of Ginger Goodwin</w:t>
      </w:r>
      <w:r>
        <w:rPr>
          <w:rFonts w:asciiTheme="majorHAnsi" w:eastAsia="Times New Roman" w:hAnsiTheme="majorHAnsi" w:cs="Times New Roman"/>
          <w:sz w:val="24"/>
          <w:szCs w:val="24"/>
        </w:rPr>
        <w:t xml:space="preserve">? </w:t>
      </w:r>
      <w:r w:rsidR="00A16A6C">
        <w:rPr>
          <w:rFonts w:asciiTheme="majorHAnsi" w:eastAsia="Times New Roman" w:hAnsiTheme="majorHAnsi" w:cs="Times New Roman"/>
          <w:sz w:val="24"/>
          <w:szCs w:val="24"/>
        </w:rPr>
        <w:t xml:space="preserve"> Hint; </w:t>
      </w:r>
      <w:r>
        <w:rPr>
          <w:rFonts w:asciiTheme="majorHAnsi" w:eastAsia="Times New Roman" w:hAnsiTheme="majorHAnsi" w:cs="Times New Roman"/>
          <w:sz w:val="24"/>
          <w:szCs w:val="24"/>
        </w:rPr>
        <w:t>W</w:t>
      </w:r>
      <w:r w:rsidR="00327FF7">
        <w:rPr>
          <w:rFonts w:asciiTheme="majorHAnsi" w:eastAsia="Times New Roman" w:hAnsiTheme="majorHAnsi" w:cs="Times New Roman"/>
          <w:sz w:val="24"/>
          <w:szCs w:val="24"/>
        </w:rPr>
        <w:t>as he killed because he was a socialist trying to better the conditions of the working class or because he was seen as a dangerous criminal?</w:t>
      </w:r>
      <w:r w:rsidR="00B117B3">
        <w:rPr>
          <w:rFonts w:asciiTheme="majorHAnsi" w:eastAsia="Times New Roman" w:hAnsiTheme="majorHAnsi" w:cs="Times New Roman"/>
          <w:sz w:val="24"/>
          <w:szCs w:val="24"/>
        </w:rPr>
        <w:t xml:space="preserve"> </w:t>
      </w:r>
    </w:p>
    <w:p w14:paraId="6F5B87CB" w14:textId="77777777" w:rsidR="00B117B3" w:rsidRDefault="00B117B3" w:rsidP="00B117B3">
      <w:pPr>
        <w:pStyle w:val="Lines"/>
      </w:pPr>
      <w:r>
        <w:tab/>
      </w:r>
    </w:p>
    <w:p w14:paraId="2575735B" w14:textId="77777777" w:rsidR="00B117B3" w:rsidRDefault="00B117B3" w:rsidP="00B117B3">
      <w:pPr>
        <w:pStyle w:val="Lines"/>
      </w:pPr>
      <w:r>
        <w:tab/>
      </w:r>
    </w:p>
    <w:p w14:paraId="25D7203C" w14:textId="77777777" w:rsidR="00B117B3" w:rsidRDefault="00B117B3" w:rsidP="00B117B3">
      <w:pPr>
        <w:pStyle w:val="Lines"/>
      </w:pPr>
      <w:r>
        <w:tab/>
      </w:r>
    </w:p>
    <w:p w14:paraId="48FC5DC9" w14:textId="77777777" w:rsidR="00B117B3" w:rsidRDefault="00B117B3" w:rsidP="00B117B3">
      <w:pPr>
        <w:pStyle w:val="Lines"/>
      </w:pPr>
      <w:r>
        <w:tab/>
      </w:r>
    </w:p>
    <w:p w14:paraId="14A6C682" w14:textId="77777777" w:rsidR="00B117B3" w:rsidRDefault="00B117B3" w:rsidP="00B117B3">
      <w:pPr>
        <w:pStyle w:val="Lines"/>
      </w:pPr>
      <w:r>
        <w:tab/>
      </w:r>
    </w:p>
    <w:p w14:paraId="5D1A1E93" w14:textId="77777777" w:rsidR="00B117B3" w:rsidRDefault="00B117B3" w:rsidP="00B117B3">
      <w:pPr>
        <w:pStyle w:val="Lines"/>
      </w:pPr>
      <w:r>
        <w:tab/>
      </w:r>
    </w:p>
    <w:p w14:paraId="4E13D3D4" w14:textId="77777777" w:rsidR="00B117B3" w:rsidRDefault="00B117B3" w:rsidP="00B117B3">
      <w:pPr>
        <w:pStyle w:val="Lines"/>
      </w:pPr>
      <w:r>
        <w:tab/>
      </w:r>
    </w:p>
    <w:p w14:paraId="69B25177" w14:textId="77777777" w:rsidR="00B117B3" w:rsidRDefault="00B117B3" w:rsidP="00B117B3">
      <w:pPr>
        <w:pStyle w:val="Lines"/>
      </w:pPr>
      <w:r>
        <w:tab/>
      </w:r>
    </w:p>
    <w:p w14:paraId="78EC402F" w14:textId="77777777" w:rsidR="00B117B3" w:rsidRDefault="00B117B3" w:rsidP="00B117B3">
      <w:pPr>
        <w:pStyle w:val="Lines"/>
      </w:pPr>
      <w:r>
        <w:tab/>
      </w:r>
    </w:p>
    <w:p w14:paraId="1A6731E1" w14:textId="77777777" w:rsidR="00B117B3" w:rsidRDefault="00B117B3" w:rsidP="00B117B3">
      <w:pPr>
        <w:pStyle w:val="Lines"/>
      </w:pPr>
      <w:r>
        <w:tab/>
      </w:r>
    </w:p>
    <w:p w14:paraId="03F1404F" w14:textId="77777777" w:rsidR="00B117B3" w:rsidRDefault="00B117B3" w:rsidP="00B117B3">
      <w:pPr>
        <w:pStyle w:val="Lines"/>
      </w:pPr>
      <w:r>
        <w:tab/>
      </w:r>
    </w:p>
    <w:p w14:paraId="593CD9AF" w14:textId="77777777" w:rsidR="00B117B3" w:rsidRDefault="00B117B3" w:rsidP="00B117B3">
      <w:pPr>
        <w:pStyle w:val="Lines"/>
      </w:pPr>
      <w:r>
        <w:tab/>
      </w:r>
    </w:p>
    <w:p w14:paraId="0E77F741" w14:textId="77777777" w:rsidR="00B117B3" w:rsidRDefault="00B117B3" w:rsidP="00B117B3">
      <w:pPr>
        <w:pStyle w:val="Lines"/>
      </w:pPr>
      <w:r>
        <w:tab/>
      </w:r>
    </w:p>
    <w:p w14:paraId="2B552293" w14:textId="77777777" w:rsidR="00B117B3" w:rsidRDefault="00B117B3" w:rsidP="00B117B3">
      <w:pPr>
        <w:pStyle w:val="Lines"/>
      </w:pPr>
      <w:r>
        <w:tab/>
      </w:r>
    </w:p>
    <w:p w14:paraId="7C1C3073" w14:textId="77777777" w:rsidR="00B117B3" w:rsidRDefault="00B117B3" w:rsidP="00B117B3">
      <w:pPr>
        <w:pStyle w:val="Lines"/>
      </w:pPr>
      <w:r>
        <w:tab/>
      </w:r>
    </w:p>
    <w:p w14:paraId="607B9DD1" w14:textId="77777777" w:rsidR="00B117B3" w:rsidRDefault="00B117B3" w:rsidP="00B117B3">
      <w:pPr>
        <w:pStyle w:val="Lines"/>
      </w:pPr>
      <w:r>
        <w:tab/>
      </w:r>
    </w:p>
    <w:p w14:paraId="01624674" w14:textId="77777777" w:rsidR="00B117B3" w:rsidRPr="00247254" w:rsidRDefault="00B117B3" w:rsidP="00B117B3">
      <w:pPr>
        <w:pStyle w:val="Lines"/>
      </w:pPr>
      <w:r>
        <w:tab/>
      </w:r>
    </w:p>
    <w:sectPr w:rsidR="00B117B3" w:rsidRPr="00247254" w:rsidSect="00327FF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7DD80F" w14:textId="77777777" w:rsidR="003A78A4" w:rsidRDefault="003A78A4" w:rsidP="005A3381">
      <w:pPr>
        <w:spacing w:after="0" w:line="240" w:lineRule="auto"/>
      </w:pPr>
      <w:r>
        <w:separator/>
      </w:r>
    </w:p>
  </w:endnote>
  <w:endnote w:type="continuationSeparator" w:id="0">
    <w:p w14:paraId="62F1FA23" w14:textId="77777777" w:rsidR="003A78A4" w:rsidRDefault="003A78A4"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798BB" w14:textId="77777777" w:rsidR="00FE7FBD" w:rsidRDefault="00FE7F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18283" w14:textId="42D69943" w:rsidR="005E3009" w:rsidRDefault="00470D88">
    <w:pPr>
      <w:pStyle w:val="Footer"/>
      <w:pBdr>
        <w:top w:val="thinThickSmallGap" w:sz="24" w:space="1" w:color="622423" w:themeColor="accent2" w:themeShade="7F"/>
      </w:pBdr>
      <w:rPr>
        <w:rFonts w:asciiTheme="majorHAnsi" w:hAnsiTheme="majorHAnsi"/>
      </w:rPr>
    </w:pPr>
    <w:r>
      <w:rPr>
        <w:rFonts w:asciiTheme="majorHAnsi" w:hAnsiTheme="majorHAnsi"/>
        <w:i/>
        <w:iCs/>
        <w:sz w:val="18"/>
        <w:szCs w:val="18"/>
      </w:rPr>
      <w:t>11</w:t>
    </w:r>
    <w:r w:rsidR="00FE7FBD" w:rsidRPr="00FE7FBD">
      <w:rPr>
        <w:rFonts w:asciiTheme="majorHAnsi" w:hAnsiTheme="majorHAnsi"/>
        <w:i/>
        <w:iCs/>
        <w:sz w:val="18"/>
        <w:szCs w:val="18"/>
      </w:rPr>
      <w:t>/</w:t>
    </w:r>
    <w:r>
      <w:rPr>
        <w:rFonts w:asciiTheme="majorHAnsi" w:hAnsiTheme="majorHAnsi"/>
        <w:i/>
        <w:iCs/>
        <w:sz w:val="18"/>
        <w:szCs w:val="18"/>
      </w:rPr>
      <w:t>29</w:t>
    </w:r>
    <w:r w:rsidR="00FE7FBD" w:rsidRPr="00FE7FBD">
      <w:rPr>
        <w:rFonts w:asciiTheme="majorHAnsi" w:hAnsiTheme="majorHAnsi"/>
        <w:i/>
        <w:iCs/>
        <w:sz w:val="18"/>
        <w:szCs w:val="18"/>
      </w:rPr>
      <w:t>/</w:t>
    </w:r>
    <w:proofErr w:type="gramStart"/>
    <w:r w:rsidR="00FE7FBD" w:rsidRPr="00FE7FBD">
      <w:rPr>
        <w:rFonts w:asciiTheme="majorHAnsi" w:hAnsiTheme="majorHAnsi"/>
        <w:i/>
        <w:iCs/>
        <w:sz w:val="18"/>
        <w:szCs w:val="18"/>
      </w:rPr>
      <w:t>2</w:t>
    </w:r>
    <w:r>
      <w:rPr>
        <w:rFonts w:asciiTheme="majorHAnsi" w:hAnsiTheme="majorHAnsi"/>
        <w:i/>
        <w:iCs/>
        <w:sz w:val="18"/>
        <w:szCs w:val="18"/>
      </w:rPr>
      <w:t>4</w:t>
    </w:r>
    <w:r w:rsidR="00FE7FBD">
      <w:rPr>
        <w:rFonts w:asciiTheme="majorHAnsi" w:hAnsiTheme="majorHAnsi"/>
      </w:rPr>
      <w:t xml:space="preserve">  </w:t>
    </w:r>
    <w:r w:rsidR="005E3009">
      <w:rPr>
        <w:rFonts w:asciiTheme="majorHAnsi" w:hAnsiTheme="majorHAnsi"/>
      </w:rPr>
      <w:t>Labour</w:t>
    </w:r>
    <w:proofErr w:type="gramEnd"/>
    <w:r w:rsidR="005E3009">
      <w:rPr>
        <w:rFonts w:asciiTheme="majorHAnsi" w:hAnsiTheme="majorHAnsi"/>
      </w:rPr>
      <w:t xml:space="preserve"> History Project:</w:t>
    </w:r>
    <w:r w:rsidR="00BB4AB1">
      <w:rPr>
        <w:rFonts w:asciiTheme="majorHAnsi" w:hAnsiTheme="majorHAnsi"/>
      </w:rPr>
      <w:t xml:space="preserve"> A partnership of the Labour </w:t>
    </w:r>
    <w:r w:rsidR="00A069E9">
      <w:rPr>
        <w:rFonts w:asciiTheme="majorHAnsi" w:hAnsiTheme="majorHAnsi"/>
      </w:rPr>
      <w:t>Heritage</w:t>
    </w:r>
    <w:r w:rsidR="005E3009">
      <w:rPr>
        <w:rFonts w:asciiTheme="majorHAnsi" w:hAnsiTheme="majorHAnsi"/>
      </w:rPr>
      <w:t xml:space="preserve"> Centre and the BCTF </w:t>
    </w:r>
    <w:r w:rsidR="005E3009">
      <w:rPr>
        <w:rFonts w:asciiTheme="majorHAnsi" w:hAnsiTheme="majorHAnsi"/>
      </w:rPr>
      <w:ptab w:relativeTo="margin" w:alignment="right" w:leader="none"/>
    </w:r>
    <w:r w:rsidR="005E3009" w:rsidRPr="00FE7FBD">
      <w:rPr>
        <w:rFonts w:asciiTheme="majorHAnsi" w:hAnsiTheme="majorHAnsi"/>
        <w:b/>
        <w:bCs/>
        <w:i/>
        <w:iCs/>
        <w:sz w:val="18"/>
        <w:szCs w:val="18"/>
      </w:rPr>
      <w:t xml:space="preserve">Page </w:t>
    </w:r>
    <w:r w:rsidR="00613BC1" w:rsidRPr="00FE7FBD">
      <w:rPr>
        <w:b/>
        <w:bCs/>
        <w:i/>
        <w:iCs/>
        <w:sz w:val="18"/>
        <w:szCs w:val="18"/>
      </w:rPr>
      <w:fldChar w:fldCharType="begin"/>
    </w:r>
    <w:r w:rsidR="00613BC1" w:rsidRPr="00FE7FBD">
      <w:rPr>
        <w:b/>
        <w:bCs/>
        <w:i/>
        <w:iCs/>
        <w:sz w:val="18"/>
        <w:szCs w:val="18"/>
      </w:rPr>
      <w:instrText xml:space="preserve"> PAGE   \* MERGEFORMAT </w:instrText>
    </w:r>
    <w:r w:rsidR="00613BC1" w:rsidRPr="00FE7FBD">
      <w:rPr>
        <w:b/>
        <w:bCs/>
        <w:i/>
        <w:iCs/>
        <w:sz w:val="18"/>
        <w:szCs w:val="18"/>
      </w:rPr>
      <w:fldChar w:fldCharType="separate"/>
    </w:r>
    <w:r w:rsidR="002172A2" w:rsidRPr="00FE7FBD">
      <w:rPr>
        <w:rFonts w:asciiTheme="majorHAnsi" w:hAnsiTheme="majorHAnsi"/>
        <w:b/>
        <w:bCs/>
        <w:i/>
        <w:iCs/>
        <w:noProof/>
        <w:sz w:val="18"/>
        <w:szCs w:val="18"/>
      </w:rPr>
      <w:t>1</w:t>
    </w:r>
    <w:r w:rsidR="00613BC1" w:rsidRPr="00FE7FBD">
      <w:rPr>
        <w:rFonts w:asciiTheme="majorHAnsi" w:hAnsiTheme="majorHAnsi"/>
        <w:b/>
        <w:bCs/>
        <w:i/>
        <w:iCs/>
        <w:noProof/>
        <w:sz w:val="18"/>
        <w:szCs w:val="18"/>
      </w:rPr>
      <w:fldChar w:fldCharType="end"/>
    </w:r>
  </w:p>
  <w:p w14:paraId="2398BA87" w14:textId="77777777" w:rsidR="005A3381" w:rsidRDefault="005A3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A8602" w14:textId="77777777" w:rsidR="00FE7FBD" w:rsidRDefault="00FE7F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67911" w14:textId="77777777" w:rsidR="003A78A4" w:rsidRDefault="003A78A4" w:rsidP="005A3381">
      <w:pPr>
        <w:spacing w:after="0" w:line="240" w:lineRule="auto"/>
      </w:pPr>
      <w:r>
        <w:separator/>
      </w:r>
    </w:p>
  </w:footnote>
  <w:footnote w:type="continuationSeparator" w:id="0">
    <w:p w14:paraId="1DD1A9B8" w14:textId="77777777" w:rsidR="003A78A4" w:rsidRDefault="003A78A4"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F2A7D" w14:textId="77777777" w:rsidR="00FE7FBD" w:rsidRDefault="00FE7F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32"/>
        <w:szCs w:val="32"/>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14:paraId="5D310EFB"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3E18980A" w14:textId="77777777" w:rsidR="005A3381" w:rsidRDefault="005A33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D1393" w14:textId="77777777" w:rsidR="00FE7FBD" w:rsidRDefault="00FE7F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33386922">
    <w:abstractNumId w:val="0"/>
  </w:num>
  <w:num w:numId="2" w16cid:durableId="1433042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6543A"/>
    <w:rsid w:val="00123122"/>
    <w:rsid w:val="002172A2"/>
    <w:rsid w:val="00247254"/>
    <w:rsid w:val="002670D9"/>
    <w:rsid w:val="002774A6"/>
    <w:rsid w:val="00327FF7"/>
    <w:rsid w:val="0034199A"/>
    <w:rsid w:val="003A78A4"/>
    <w:rsid w:val="004401E2"/>
    <w:rsid w:val="00470D88"/>
    <w:rsid w:val="005A3381"/>
    <w:rsid w:val="005C6BEA"/>
    <w:rsid w:val="005E3009"/>
    <w:rsid w:val="00613BC1"/>
    <w:rsid w:val="006300D9"/>
    <w:rsid w:val="0067662E"/>
    <w:rsid w:val="006F52DA"/>
    <w:rsid w:val="007E7322"/>
    <w:rsid w:val="0086484F"/>
    <w:rsid w:val="00A069E9"/>
    <w:rsid w:val="00A16A6C"/>
    <w:rsid w:val="00AF0FEA"/>
    <w:rsid w:val="00B117B3"/>
    <w:rsid w:val="00B76EBF"/>
    <w:rsid w:val="00BB4AB1"/>
    <w:rsid w:val="00C8779C"/>
    <w:rsid w:val="00CF3CDD"/>
    <w:rsid w:val="00D0122B"/>
    <w:rsid w:val="00D75F70"/>
    <w:rsid w:val="00DA177A"/>
    <w:rsid w:val="00DB5E1D"/>
    <w:rsid w:val="00E86B2F"/>
    <w:rsid w:val="00F8295D"/>
    <w:rsid w:val="00FA1F40"/>
    <w:rsid w:val="00FE7F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8E499"/>
  <w15:docId w15:val="{A46EE002-82A3-4BDA-B7FB-E9FDA7119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Lines">
    <w:name w:val="Lines"/>
    <w:basedOn w:val="Normal1"/>
    <w:qFormat/>
    <w:rsid w:val="00B117B3"/>
    <w:pPr>
      <w:tabs>
        <w:tab w:val="right" w:leader="underscore" w:pos="9350"/>
      </w:tabs>
      <w:spacing w:after="80" w:line="240" w:lineRule="auto"/>
    </w:pPr>
    <w:rPr>
      <w:rFonts w:asciiTheme="minorHAnsi" w:eastAsia="Times New Roman" w:hAnsiTheme="minorHAns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29017A" w:rsidRDefault="00B727A2">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002986"/>
    <w:rsid w:val="000F7567"/>
    <w:rsid w:val="0029017A"/>
    <w:rsid w:val="005370A6"/>
    <w:rsid w:val="00B727A2"/>
    <w:rsid w:val="00E41C1E"/>
    <w:rsid w:val="00FA1F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1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2901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143</Words>
  <Characters>734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3</cp:revision>
  <cp:lastPrinted>2015-03-25T05:47:00Z</cp:lastPrinted>
  <dcterms:created xsi:type="dcterms:W3CDTF">2022-05-15T23:37:00Z</dcterms:created>
  <dcterms:modified xsi:type="dcterms:W3CDTF">2024-11-29T18:56:00Z</dcterms:modified>
</cp:coreProperties>
</file>