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889" w:rsidRPr="008B3889" w:rsidRDefault="008B3889" w:rsidP="008B3889">
      <w:pPr>
        <w:tabs>
          <w:tab w:val="right" w:pos="9360"/>
        </w:tabs>
        <w:jc w:val="right"/>
        <w:rPr>
          <w:rFonts w:asciiTheme="majorHAnsi" w:hAnsiTheme="majorHAnsi"/>
          <w:b/>
          <w:sz w:val="28"/>
          <w:szCs w:val="28"/>
        </w:rPr>
      </w:pPr>
      <w:r w:rsidRPr="008B3889">
        <w:rPr>
          <w:rFonts w:asciiTheme="majorHAnsi" w:hAnsiTheme="majorHAnsi"/>
          <w:b/>
          <w:sz w:val="28"/>
          <w:szCs w:val="28"/>
        </w:rPr>
        <w:t>Lesson: Margaret Rutledge</w:t>
      </w:r>
    </w:p>
    <w:p w:rsidR="008B3889" w:rsidRPr="008B3889" w:rsidRDefault="009352DA" w:rsidP="009352DA">
      <w:pPr>
        <w:tabs>
          <w:tab w:val="right" w:pos="9360"/>
        </w:tabs>
        <w:rPr>
          <w:rFonts w:asciiTheme="majorHAnsi" w:hAnsiTheme="majorHAnsi"/>
          <w:b/>
          <w:sz w:val="28"/>
          <w:szCs w:val="28"/>
        </w:rPr>
      </w:pPr>
      <w:r w:rsidRPr="008B3889">
        <w:rPr>
          <w:rFonts w:asciiTheme="majorHAnsi" w:hAnsiTheme="majorHAnsi"/>
          <w:b/>
          <w:sz w:val="28"/>
          <w:szCs w:val="28"/>
        </w:rPr>
        <w:t xml:space="preserve">Lesson Activity </w:t>
      </w:r>
      <w:r w:rsidR="008B3889" w:rsidRPr="008B3889">
        <w:rPr>
          <w:rFonts w:asciiTheme="majorHAnsi" w:hAnsiTheme="majorHAnsi"/>
          <w:b/>
          <w:sz w:val="28"/>
          <w:szCs w:val="28"/>
        </w:rPr>
        <w:t>3: Synthesis of Women in Aviation</w:t>
      </w:r>
    </w:p>
    <w:p w:rsidR="008B3889" w:rsidRDefault="008B3889" w:rsidP="008B3889">
      <w:pPr>
        <w:rPr>
          <w:rFonts w:ascii="Times New Roman" w:hAnsi="Times New Roman" w:cs="Times New Roman"/>
          <w:sz w:val="20"/>
          <w:szCs w:val="20"/>
        </w:rPr>
      </w:pPr>
      <w:r w:rsidRPr="00395A1C">
        <w:rPr>
          <w:rFonts w:ascii="Times New Roman" w:hAnsi="Times New Roman" w:cs="Times New Roman"/>
          <w:noProof/>
          <w:sz w:val="24"/>
          <w:szCs w:val="24"/>
          <w:lang w:val="en-US"/>
        </w:rPr>
        <w:pict>
          <v:shapetype id="_x0000_t202" coordsize="21600,21600" o:spt="202" path="m,l,21600r21600,l21600,xe">
            <v:stroke joinstyle="miter"/>
            <v:path gradientshapeok="t" o:connecttype="rect"/>
          </v:shapetype>
          <v:shape id="_x0000_s1028" type="#_x0000_t202" style="position:absolute;margin-left:252pt;margin-top:40.15pt;width:207.75pt;height:277.5pt;z-index:251662336;mso-position-horizontal-relative:margin">
            <v:shadow on="t" type="double" opacity=".5" color2="shadow add(102)" offset="-3pt,-3pt" offset2="-6pt,-6pt"/>
            <v:textbox>
              <w:txbxContent>
                <w:p w:rsidR="008B3889" w:rsidRDefault="008B3889" w:rsidP="008B3889">
                  <w:r>
                    <w:t>Women Pilots in the 1940s</w:t>
                  </w:r>
                </w:p>
              </w:txbxContent>
            </v:textbox>
            <w10:wrap anchorx="margin"/>
          </v:shape>
        </w:pict>
      </w:r>
      <w:r w:rsidRPr="00395A1C">
        <w:rPr>
          <w:rFonts w:ascii="Times New Roman" w:hAnsi="Times New Roman" w:cs="Times New Roman"/>
          <w:noProof/>
          <w:sz w:val="24"/>
          <w:szCs w:val="24"/>
          <w:lang w:val="en-US"/>
        </w:rPr>
        <w:pict>
          <v:shape id="_x0000_s1026" type="#_x0000_t202" style="position:absolute;margin-left:0;margin-top:40.15pt;width:193.5pt;height:271.5pt;z-index:251660288;mso-position-horizontal:left;mso-position-horizontal-relative:margin">
            <v:shadow on="t" type="double" opacity=".5" color2="shadow add(102)" offset="-3pt,-3pt" offset2="-6pt,-6pt"/>
            <o:extrusion v:ext="view" backdepth="9600pt" viewpoint="0" viewpointorigin="0" skewangle="-90" type="perspective"/>
            <v:textbox>
              <w:txbxContent>
                <w:p w:rsidR="008B3889" w:rsidRDefault="008B3889" w:rsidP="008B3889">
                  <w:r>
                    <w:t>Women Pilots in the 1920s and 1930s</w:t>
                  </w:r>
                </w:p>
                <w:p w:rsidR="008B3889" w:rsidRDefault="008B3889" w:rsidP="008B3889"/>
                <w:p w:rsidR="008B3889" w:rsidRDefault="008B3889" w:rsidP="008B3889"/>
                <w:p w:rsidR="008B3889" w:rsidRDefault="008B3889" w:rsidP="008B3889"/>
                <w:p w:rsidR="008B3889" w:rsidRDefault="008B3889" w:rsidP="008B3889"/>
                <w:p w:rsidR="008B3889" w:rsidRDefault="008B3889" w:rsidP="008B3889"/>
                <w:p w:rsidR="008B3889" w:rsidRDefault="008B3889" w:rsidP="008B3889"/>
                <w:p w:rsidR="008B3889" w:rsidRDefault="008B3889" w:rsidP="008B3889"/>
                <w:p w:rsidR="008B3889" w:rsidRDefault="008B3889" w:rsidP="008B3889"/>
                <w:p w:rsidR="008B3889" w:rsidRDefault="008B3889" w:rsidP="008B3889"/>
                <w:p w:rsidR="008B3889" w:rsidRDefault="008B3889" w:rsidP="008B3889"/>
                <w:p w:rsidR="008B3889" w:rsidRDefault="008B3889" w:rsidP="008B3889"/>
                <w:p w:rsidR="008B3889" w:rsidRDefault="008B3889" w:rsidP="008B3889"/>
                <w:p w:rsidR="008B3889" w:rsidRDefault="008B3889" w:rsidP="008B3889"/>
                <w:p w:rsidR="008B3889" w:rsidRDefault="008B3889" w:rsidP="008B3889"/>
              </w:txbxContent>
            </v:textbox>
            <w10:wrap anchorx="margin"/>
          </v:shape>
        </w:pict>
      </w:r>
      <w:r w:rsidRPr="008B3889">
        <w:rPr>
          <w:rFonts w:ascii="Times New Roman" w:hAnsi="Times New Roman" w:cs="Times New Roman"/>
          <w:sz w:val="20"/>
          <w:szCs w:val="20"/>
        </w:rPr>
        <w:t xml:space="preserve">Individually or as a class, summarize information from the sources, including the Rutledge vignette and other sources, in the appropriate rectangle. In the centre block, place factors which you believe have worked against women becoming pilots.   </w:t>
      </w:r>
    </w:p>
    <w:p w:rsidR="008B3889" w:rsidRPr="008B3889" w:rsidRDefault="008B3889" w:rsidP="008B3889">
      <w:pPr>
        <w:rPr>
          <w:rFonts w:ascii="Times New Roman" w:hAnsi="Times New Roman" w:cs="Times New Roman"/>
          <w:sz w:val="20"/>
          <w:szCs w:val="20"/>
        </w:rPr>
      </w:pPr>
    </w:p>
    <w:p w:rsidR="008B3889" w:rsidRDefault="008B3889" w:rsidP="008B3889">
      <w:pPr>
        <w:rPr>
          <w:rFonts w:ascii="Times New Roman" w:hAnsi="Times New Roman" w:cs="Times New Roman"/>
          <w:sz w:val="24"/>
          <w:szCs w:val="24"/>
        </w:rPr>
      </w:pPr>
    </w:p>
    <w:p w:rsidR="008B3889" w:rsidRDefault="008B3889" w:rsidP="008B3889">
      <w:pPr>
        <w:rPr>
          <w:rFonts w:ascii="Times New Roman" w:hAnsi="Times New Roman" w:cs="Times New Roman"/>
          <w:sz w:val="24"/>
          <w:szCs w:val="24"/>
        </w:rPr>
      </w:pPr>
    </w:p>
    <w:p w:rsidR="008B3889" w:rsidRDefault="008B3889" w:rsidP="008B3889">
      <w:pPr>
        <w:rPr>
          <w:rFonts w:ascii="Times New Roman" w:hAnsi="Times New Roman" w:cs="Times New Roman"/>
          <w:sz w:val="24"/>
          <w:szCs w:val="24"/>
        </w:rPr>
      </w:pPr>
      <w:r w:rsidRPr="00395A1C">
        <w:rPr>
          <w:rFonts w:ascii="Times New Roman" w:hAnsi="Times New Roman" w:cs="Times New Roman"/>
          <w:noProof/>
          <w:sz w:val="24"/>
          <w:szCs w:val="24"/>
          <w:lang w:val="en-US"/>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30" type="#_x0000_t84" style="position:absolute;margin-left:0;margin-top:23.55pt;width:258.9pt;height:239.7pt;z-index:251664384;mso-position-horizontal:center;mso-position-horizontal-relative:margin">
            <w10:wrap anchorx="margin"/>
          </v:shape>
        </w:pict>
      </w:r>
    </w:p>
    <w:p w:rsidR="008B3889" w:rsidRDefault="008B3889" w:rsidP="008B388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8B3889" w:rsidRDefault="008B3889" w:rsidP="008B3889">
      <w:pPr>
        <w:rPr>
          <w:rFonts w:ascii="Times New Roman" w:hAnsi="Times New Roman" w:cs="Times New Roman"/>
          <w:sz w:val="24"/>
          <w:szCs w:val="24"/>
        </w:rPr>
      </w:pPr>
    </w:p>
    <w:p w:rsidR="008B3889" w:rsidRDefault="008B3889" w:rsidP="008B3889">
      <w:pPr>
        <w:rPr>
          <w:rFonts w:ascii="Times New Roman" w:hAnsi="Times New Roman" w:cs="Times New Roman"/>
          <w:sz w:val="24"/>
          <w:szCs w:val="24"/>
        </w:rPr>
      </w:pPr>
    </w:p>
    <w:p w:rsidR="008B3889" w:rsidRDefault="008B3889" w:rsidP="008B3889">
      <w:pPr>
        <w:rPr>
          <w:rFonts w:ascii="Times New Roman" w:hAnsi="Times New Roman" w:cs="Times New Roman"/>
          <w:sz w:val="24"/>
          <w:szCs w:val="24"/>
        </w:rPr>
      </w:pPr>
    </w:p>
    <w:p w:rsidR="008B3889" w:rsidRDefault="008B3889" w:rsidP="008B3889">
      <w:pPr>
        <w:rPr>
          <w:rFonts w:ascii="Times New Roman" w:hAnsi="Times New Roman" w:cs="Times New Roman"/>
          <w:sz w:val="24"/>
          <w:szCs w:val="24"/>
        </w:rPr>
      </w:pPr>
    </w:p>
    <w:p w:rsidR="008B3889" w:rsidRDefault="008B3889" w:rsidP="008B3889">
      <w:pPr>
        <w:rPr>
          <w:rFonts w:ascii="Times New Roman" w:hAnsi="Times New Roman" w:cs="Times New Roman"/>
          <w:sz w:val="24"/>
          <w:szCs w:val="24"/>
        </w:rPr>
      </w:pPr>
    </w:p>
    <w:p w:rsidR="008B3889" w:rsidRDefault="008B3889" w:rsidP="008B3889">
      <w:pPr>
        <w:rPr>
          <w:rFonts w:ascii="Times New Roman" w:hAnsi="Times New Roman" w:cs="Times New Roman"/>
          <w:sz w:val="24"/>
          <w:szCs w:val="24"/>
        </w:rPr>
      </w:pPr>
      <w:r w:rsidRPr="00395A1C">
        <w:rPr>
          <w:rFonts w:ascii="Times New Roman" w:hAnsi="Times New Roman" w:cs="Times New Roman"/>
          <w:noProof/>
          <w:sz w:val="24"/>
          <w:szCs w:val="24"/>
          <w:lang w:val="en-US"/>
        </w:rPr>
        <w:pict>
          <v:shape id="_x0000_s1029" type="#_x0000_t202" style="position:absolute;margin-left:252pt;margin-top:385.9pt;width:210pt;height:261pt;z-index:251663360;mso-position-horizontal-relative:margin;mso-position-vertical-relative:margin">
            <v:shadow on="t" type="double" opacity=".5" color2="shadow add(102)" offset="-3pt,-3pt" offset2="-6pt,-6pt"/>
            <v:textbox style="mso-next-textbox:#_x0000_s1029">
              <w:txbxContent>
                <w:p w:rsidR="008B3889" w:rsidRDefault="008B3889" w:rsidP="008B3889"/>
                <w:p w:rsidR="008B3889" w:rsidRDefault="008B3889" w:rsidP="008B3889"/>
                <w:p w:rsidR="008B3889" w:rsidRDefault="008B3889" w:rsidP="008B3889"/>
                <w:p w:rsidR="008B3889" w:rsidRDefault="008B3889" w:rsidP="008B3889"/>
                <w:p w:rsidR="008B3889" w:rsidRDefault="008B3889" w:rsidP="008B3889"/>
                <w:p w:rsidR="008B3889" w:rsidRDefault="008B3889" w:rsidP="008B3889">
                  <w:r>
                    <w:t>Women Pilots in the 1970s to present</w:t>
                  </w:r>
                </w:p>
              </w:txbxContent>
            </v:textbox>
            <w10:wrap anchorx="margin" anchory="margin"/>
          </v:shape>
        </w:pict>
      </w:r>
      <w:r w:rsidRPr="00395A1C">
        <w:rPr>
          <w:rFonts w:ascii="Times New Roman" w:hAnsi="Times New Roman" w:cs="Times New Roman"/>
          <w:noProof/>
          <w:sz w:val="24"/>
          <w:szCs w:val="24"/>
          <w:lang w:val="en-US"/>
        </w:rPr>
        <w:pict>
          <v:shape id="_x0000_s1027" type="#_x0000_t202" style="position:absolute;margin-left:0;margin-top:0;width:202.5pt;height:273.8pt;z-index:251661312;mso-position-horizontal:left;mso-position-horizontal-relative:margin;mso-position-vertical:bottom;mso-position-vertical-relative:margin">
            <v:shadow on="t" type="double" opacity=".5" color2="shadow add(102)" offset="-3pt,-3pt" offset2="-6pt,-6pt"/>
            <v:textbox style="mso-next-textbox:#_x0000_s1027">
              <w:txbxContent>
                <w:p w:rsidR="008B3889" w:rsidRDefault="008B3889" w:rsidP="008B3889"/>
                <w:p w:rsidR="008B3889" w:rsidRDefault="008B3889" w:rsidP="008B3889"/>
                <w:p w:rsidR="008B3889" w:rsidRDefault="008B3889" w:rsidP="008B3889"/>
                <w:p w:rsidR="008B3889" w:rsidRDefault="008B3889" w:rsidP="008B3889"/>
                <w:p w:rsidR="008B3889" w:rsidRDefault="008B3889" w:rsidP="008B3889"/>
                <w:p w:rsidR="008B3889" w:rsidRDefault="008B3889" w:rsidP="008B3889">
                  <w:r>
                    <w:t>Women Pilots in the 1950s-1960s</w:t>
                  </w:r>
                </w:p>
              </w:txbxContent>
            </v:textbox>
            <w10:wrap anchorx="margin" anchory="margin"/>
          </v:shape>
        </w:pict>
      </w:r>
    </w:p>
    <w:p w:rsidR="008B3889" w:rsidRDefault="008B3889" w:rsidP="008B3889">
      <w:pPr>
        <w:rPr>
          <w:rFonts w:ascii="Times New Roman" w:hAnsi="Times New Roman" w:cs="Times New Roman"/>
          <w:sz w:val="24"/>
          <w:szCs w:val="24"/>
        </w:rPr>
      </w:pPr>
    </w:p>
    <w:p w:rsidR="008B3889" w:rsidRDefault="008B3889" w:rsidP="008B3889">
      <w:pPr>
        <w:rPr>
          <w:rFonts w:ascii="Times New Roman" w:hAnsi="Times New Roman" w:cs="Times New Roman"/>
          <w:sz w:val="24"/>
          <w:szCs w:val="24"/>
        </w:rPr>
      </w:pPr>
    </w:p>
    <w:p w:rsidR="008B3889" w:rsidRDefault="008B3889" w:rsidP="008B3889">
      <w:pPr>
        <w:rPr>
          <w:rFonts w:ascii="Times New Roman" w:hAnsi="Times New Roman" w:cs="Times New Roman"/>
          <w:sz w:val="24"/>
          <w:szCs w:val="24"/>
        </w:rPr>
      </w:pPr>
    </w:p>
    <w:p w:rsidR="008B3889" w:rsidRDefault="008B3889" w:rsidP="008B3889">
      <w:pPr>
        <w:rPr>
          <w:rFonts w:ascii="Times New Roman" w:hAnsi="Times New Roman" w:cs="Times New Roman"/>
          <w:sz w:val="24"/>
          <w:szCs w:val="24"/>
        </w:rPr>
      </w:pPr>
    </w:p>
    <w:p w:rsidR="008B3889" w:rsidRDefault="008B3889" w:rsidP="008B3889">
      <w:pPr>
        <w:rPr>
          <w:rFonts w:ascii="Times New Roman" w:hAnsi="Times New Roman" w:cs="Times New Roman"/>
          <w:sz w:val="24"/>
          <w:szCs w:val="24"/>
        </w:rPr>
      </w:pPr>
    </w:p>
    <w:p w:rsidR="008B3889" w:rsidRDefault="008B3889" w:rsidP="008B3889">
      <w:pPr>
        <w:rPr>
          <w:rFonts w:ascii="Times New Roman" w:hAnsi="Times New Roman" w:cs="Times New Roman"/>
          <w:sz w:val="24"/>
          <w:szCs w:val="24"/>
        </w:rPr>
      </w:pPr>
    </w:p>
    <w:p w:rsidR="008B3889" w:rsidRDefault="008B3889" w:rsidP="008B3889">
      <w:pPr>
        <w:rPr>
          <w:rFonts w:ascii="Times New Roman" w:hAnsi="Times New Roman" w:cs="Times New Roman"/>
          <w:sz w:val="24"/>
          <w:szCs w:val="24"/>
        </w:rPr>
      </w:pPr>
    </w:p>
    <w:p w:rsidR="008B3889" w:rsidRDefault="008B3889" w:rsidP="008B3889">
      <w:pPr>
        <w:rPr>
          <w:rFonts w:ascii="Times New Roman" w:hAnsi="Times New Roman" w:cs="Times New Roman"/>
          <w:sz w:val="24"/>
          <w:szCs w:val="24"/>
        </w:rPr>
      </w:pPr>
    </w:p>
    <w:p w:rsidR="008B3889" w:rsidRDefault="008B3889" w:rsidP="008B3889">
      <w:pPr>
        <w:rPr>
          <w:rFonts w:ascii="Times New Roman" w:hAnsi="Times New Roman" w:cs="Times New Roman"/>
          <w:sz w:val="24"/>
          <w:szCs w:val="24"/>
        </w:rPr>
      </w:pPr>
    </w:p>
    <w:p w:rsidR="005E3009" w:rsidRPr="00247254" w:rsidRDefault="005E3009" w:rsidP="008B3889">
      <w:pPr>
        <w:rPr>
          <w:rFonts w:asciiTheme="majorHAnsi" w:eastAsia="Times New Roman" w:hAnsiTheme="majorHAnsi" w:cs="Times New Roman"/>
          <w:sz w:val="24"/>
          <w:szCs w:val="24"/>
        </w:rPr>
      </w:pPr>
    </w:p>
    <w:sectPr w:rsidR="005E3009" w:rsidRPr="00247254"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F90" w:rsidRDefault="00090F90" w:rsidP="005A3381">
      <w:pPr>
        <w:spacing w:after="0" w:line="240" w:lineRule="auto"/>
      </w:pPr>
      <w:r>
        <w:separator/>
      </w:r>
    </w:p>
  </w:endnote>
  <w:endnote w:type="continuationSeparator" w:id="0">
    <w:p w:rsidR="00090F90" w:rsidRDefault="00090F90"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8B3889" w:rsidRPr="008B3889">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F90" w:rsidRDefault="00090F90" w:rsidP="005A3381">
      <w:pPr>
        <w:spacing w:after="0" w:line="240" w:lineRule="auto"/>
      </w:pPr>
      <w:r>
        <w:separator/>
      </w:r>
    </w:p>
  </w:footnote>
  <w:footnote w:type="continuationSeparator" w:id="0">
    <w:p w:rsidR="00090F90" w:rsidRDefault="00090F90"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EA2C6E56F39D4D67BB809BB78512BBD2"/>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footnotePr>
    <w:footnote w:id="-1"/>
    <w:footnote w:id="0"/>
  </w:footnotePr>
  <w:endnotePr>
    <w:endnote w:id="-1"/>
    <w:endnote w:id="0"/>
  </w:endnotePr>
  <w:compat/>
  <w:rsids>
    <w:rsidRoot w:val="00127250"/>
    <w:rsid w:val="0006543A"/>
    <w:rsid w:val="00090F90"/>
    <w:rsid w:val="00123122"/>
    <w:rsid w:val="00127250"/>
    <w:rsid w:val="00247254"/>
    <w:rsid w:val="002E41C0"/>
    <w:rsid w:val="0034199A"/>
    <w:rsid w:val="005A3381"/>
    <w:rsid w:val="005E3009"/>
    <w:rsid w:val="006F52DA"/>
    <w:rsid w:val="007E7322"/>
    <w:rsid w:val="00811AC0"/>
    <w:rsid w:val="0086484F"/>
    <w:rsid w:val="008B3889"/>
    <w:rsid w:val="009352DA"/>
    <w:rsid w:val="00A069E9"/>
    <w:rsid w:val="00A2162B"/>
    <w:rsid w:val="00B76EBF"/>
    <w:rsid w:val="00BB4AB1"/>
    <w:rsid w:val="00DA7B65"/>
    <w:rsid w:val="00DB5E1D"/>
    <w:rsid w:val="00E86B2F"/>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A2C6E56F39D4D67BB809BB78512BBD2"/>
        <w:category>
          <w:name w:val="General"/>
          <w:gallery w:val="placeholder"/>
        </w:category>
        <w:types>
          <w:type w:val="bbPlcHdr"/>
        </w:types>
        <w:behaviors>
          <w:behavior w:val="content"/>
        </w:behaviors>
        <w:guid w:val="{D68F54F3-A237-44C8-8D3E-CABB825E855C}"/>
      </w:docPartPr>
      <w:docPartBody>
        <w:p w:rsidR="00000000" w:rsidRDefault="009F56E2">
          <w:pPr>
            <w:pStyle w:val="EA2C6E56F39D4D67BB809BB78512BBD2"/>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F56E2"/>
    <w:rsid w:val="009F56E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A2C6E56F39D4D67BB809BB78512BBD2">
    <w:name w:val="EA2C6E56F39D4D67BB809BB78512BBD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material.dotx</Template>
  <TotalTime>6</TotalTime>
  <Pages>1</Pages>
  <Words>52</Words>
  <Characters>302</Characters>
  <Application>Microsoft Office Word</Application>
  <DocSecurity>0</DocSecurity>
  <Lines>2</Lines>
  <Paragraphs>1</Paragraphs>
  <ScaleCrop>false</ScaleCrop>
  <Company/>
  <LinksUpToDate>false</LinksUpToDate>
  <CharactersWithSpaces>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3</cp:revision>
  <cp:lastPrinted>2014-08-09T22:32:00Z</cp:lastPrinted>
  <dcterms:created xsi:type="dcterms:W3CDTF">2015-11-27T01:31:00Z</dcterms:created>
  <dcterms:modified xsi:type="dcterms:W3CDTF">2015-11-27T01:38:00Z</dcterms:modified>
</cp:coreProperties>
</file>